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C65CE3" w14:textId="7839B656" w:rsidR="00C74366" w:rsidRPr="007F6921" w:rsidRDefault="00F605B9" w:rsidP="00AE4588">
      <w:pPr>
        <w:pStyle w:val="Title"/>
        <w:jc w:val="center"/>
        <w:rPr>
          <w:rFonts w:ascii="Times New Roman" w:hAnsi="Times New Roman"/>
        </w:rPr>
      </w:pPr>
      <w:r w:rsidRPr="007F6921">
        <w:rPr>
          <w:rFonts w:ascii="Times New Roman" w:hAnsi="Times New Roman"/>
        </w:rPr>
        <w:t xml:space="preserve">WOMEN’S HIGH HEEL DISCOMFORT ANALYSIS AND </w:t>
      </w:r>
      <w:r w:rsidR="006E7740" w:rsidRPr="007F6921">
        <w:rPr>
          <w:rFonts w:ascii="Times New Roman" w:hAnsi="Times New Roman"/>
        </w:rPr>
        <w:t xml:space="preserve">PROTOTYPE </w:t>
      </w:r>
      <w:r w:rsidRPr="007F6921">
        <w:rPr>
          <w:rFonts w:ascii="Times New Roman" w:hAnsi="Times New Roman"/>
        </w:rPr>
        <w:t>SOLUTION</w:t>
      </w:r>
    </w:p>
    <w:p w14:paraId="6BE631E0" w14:textId="77777777" w:rsidR="00C74366" w:rsidRPr="007F6921" w:rsidRDefault="00C74366" w:rsidP="00C74366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14:paraId="79144E2A" w14:textId="77777777" w:rsidR="00C74366" w:rsidRPr="007F6921" w:rsidRDefault="00C74366" w:rsidP="00AE4588">
      <w:pPr>
        <w:tabs>
          <w:tab w:val="left" w:pos="3190"/>
        </w:tabs>
        <w:spacing w:line="240" w:lineRule="auto"/>
        <w:rPr>
          <w:sz w:val="24"/>
          <w:szCs w:val="24"/>
        </w:rPr>
      </w:pPr>
    </w:p>
    <w:p w14:paraId="1B07A1C3" w14:textId="77777777" w:rsidR="00C74366" w:rsidRPr="007F6921" w:rsidRDefault="00C74366" w:rsidP="00C74366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 w:rsidRPr="007F6921">
        <w:rPr>
          <w:sz w:val="24"/>
          <w:szCs w:val="24"/>
        </w:rPr>
        <w:t>A Senior Project submitted</w:t>
      </w:r>
    </w:p>
    <w:p w14:paraId="0ED57D1A" w14:textId="77777777" w:rsidR="00C74366" w:rsidRPr="007F6921" w:rsidRDefault="00C74366" w:rsidP="00C74366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 w:rsidRPr="007F6921">
        <w:rPr>
          <w:sz w:val="24"/>
          <w:szCs w:val="24"/>
        </w:rPr>
        <w:t>In Partial Fulfillment</w:t>
      </w:r>
    </w:p>
    <w:p w14:paraId="2F2CF7F5" w14:textId="77777777" w:rsidR="00C74366" w:rsidRPr="007F6921" w:rsidRDefault="00C74366" w:rsidP="00C74366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 w:rsidRPr="007F6921">
        <w:rPr>
          <w:sz w:val="24"/>
          <w:szCs w:val="24"/>
        </w:rPr>
        <w:t>of the Requirements for the Degree of</w:t>
      </w:r>
    </w:p>
    <w:p w14:paraId="6B313D9B" w14:textId="0610FB5A" w:rsidR="00C74366" w:rsidRPr="007F6921" w:rsidRDefault="00C74366" w:rsidP="00C74366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 w:rsidRPr="007F6921">
        <w:rPr>
          <w:sz w:val="24"/>
          <w:szCs w:val="24"/>
        </w:rPr>
        <w:t>Ba</w:t>
      </w:r>
      <w:r w:rsidR="00F605B9" w:rsidRPr="007F6921">
        <w:rPr>
          <w:sz w:val="24"/>
          <w:szCs w:val="24"/>
        </w:rPr>
        <w:t xml:space="preserve">chelor of Science in </w:t>
      </w:r>
      <w:r w:rsidR="004264F9" w:rsidRPr="007F6921">
        <w:rPr>
          <w:sz w:val="24"/>
          <w:szCs w:val="24"/>
        </w:rPr>
        <w:t>General</w:t>
      </w:r>
      <w:r w:rsidRPr="007F6921">
        <w:rPr>
          <w:sz w:val="24"/>
          <w:szCs w:val="24"/>
        </w:rPr>
        <w:t xml:space="preserve"> Engineering</w:t>
      </w:r>
    </w:p>
    <w:p w14:paraId="5B1547B6" w14:textId="77777777" w:rsidR="00F605B9" w:rsidRPr="007F6921" w:rsidRDefault="00F605B9" w:rsidP="00C74366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 w:rsidRPr="007F6921">
        <w:rPr>
          <w:sz w:val="24"/>
          <w:szCs w:val="24"/>
        </w:rPr>
        <w:t>And</w:t>
      </w:r>
    </w:p>
    <w:p w14:paraId="5A6CFA3E" w14:textId="77777777" w:rsidR="00F605B9" w:rsidRPr="007F6921" w:rsidRDefault="00F605B9" w:rsidP="00F605B9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 w:rsidRPr="007F6921">
        <w:rPr>
          <w:sz w:val="24"/>
          <w:szCs w:val="24"/>
        </w:rPr>
        <w:t>Bachelor of Science in Industrial Engineering</w:t>
      </w:r>
    </w:p>
    <w:p w14:paraId="21C8F04C" w14:textId="77777777" w:rsidR="00C74366" w:rsidRPr="007F6921" w:rsidRDefault="00C74366" w:rsidP="00C74366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14:paraId="34B749EF" w14:textId="77777777" w:rsidR="00C74366" w:rsidRPr="007F6921" w:rsidRDefault="00C74366" w:rsidP="00C74366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14:paraId="769C23BF" w14:textId="77777777" w:rsidR="00C74366" w:rsidRPr="007F6921" w:rsidRDefault="00C74366" w:rsidP="00C74366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 w:rsidRPr="007F6921">
        <w:rPr>
          <w:sz w:val="24"/>
          <w:szCs w:val="24"/>
        </w:rPr>
        <w:t>California Polytechnic State University,</w:t>
      </w:r>
    </w:p>
    <w:p w14:paraId="5F1452FE" w14:textId="77777777" w:rsidR="00C74366" w:rsidRPr="007F6921" w:rsidRDefault="00C74366" w:rsidP="00C74366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 w:rsidRPr="007F6921">
        <w:rPr>
          <w:sz w:val="24"/>
          <w:szCs w:val="24"/>
        </w:rPr>
        <w:t>San Luis Obispo</w:t>
      </w:r>
    </w:p>
    <w:p w14:paraId="29C0B6D0" w14:textId="77777777" w:rsidR="00C74366" w:rsidRPr="007F6921" w:rsidRDefault="00C74366" w:rsidP="00C74366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14:paraId="6132098D" w14:textId="77777777" w:rsidR="00C74366" w:rsidRPr="007F6921" w:rsidRDefault="00C74366" w:rsidP="00C74366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14:paraId="57A544B5" w14:textId="77777777" w:rsidR="00C74366" w:rsidRPr="007F6921" w:rsidRDefault="00C74366" w:rsidP="00C74366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 w:rsidRPr="007F6921">
        <w:rPr>
          <w:sz w:val="24"/>
          <w:szCs w:val="24"/>
        </w:rPr>
        <w:t>by</w:t>
      </w:r>
    </w:p>
    <w:p w14:paraId="7A49AF77" w14:textId="77777777" w:rsidR="00C74366" w:rsidRPr="007F6921" w:rsidRDefault="00F605B9" w:rsidP="00C74366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 w:rsidRPr="007F6921">
        <w:rPr>
          <w:sz w:val="24"/>
          <w:szCs w:val="24"/>
        </w:rPr>
        <w:t>Kevin Blakley and Annamarie Kepple</w:t>
      </w:r>
    </w:p>
    <w:p w14:paraId="77DD4EA8" w14:textId="77777777" w:rsidR="00C74366" w:rsidRPr="007F6921" w:rsidRDefault="00F605B9" w:rsidP="00C74366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  <w:r w:rsidRPr="007F6921">
        <w:rPr>
          <w:sz w:val="24"/>
          <w:szCs w:val="24"/>
        </w:rPr>
        <w:t>February</w:t>
      </w:r>
      <w:r w:rsidR="00C74366" w:rsidRPr="007F6921">
        <w:rPr>
          <w:sz w:val="24"/>
          <w:szCs w:val="24"/>
        </w:rPr>
        <w:t xml:space="preserve"> </w:t>
      </w:r>
      <w:r w:rsidRPr="007F6921">
        <w:rPr>
          <w:sz w:val="24"/>
          <w:szCs w:val="24"/>
        </w:rPr>
        <w:t>2013</w:t>
      </w:r>
    </w:p>
    <w:p w14:paraId="001F6890" w14:textId="77777777" w:rsidR="00C74366" w:rsidRPr="007F6921" w:rsidRDefault="00C74366" w:rsidP="00C74366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14:paraId="4FFB1495" w14:textId="77777777" w:rsidR="00C74366" w:rsidRPr="007F6921" w:rsidRDefault="00C74366" w:rsidP="00C74366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14:paraId="6E5181C7" w14:textId="77777777" w:rsidR="00AE4588" w:rsidRPr="007F6921" w:rsidRDefault="00AE4588" w:rsidP="00C74366">
      <w:pPr>
        <w:tabs>
          <w:tab w:val="left" w:pos="3190"/>
        </w:tabs>
        <w:spacing w:line="240" w:lineRule="auto"/>
        <w:jc w:val="center"/>
        <w:rPr>
          <w:sz w:val="24"/>
          <w:szCs w:val="24"/>
        </w:rPr>
      </w:pPr>
    </w:p>
    <w:p w14:paraId="47EC9BDD" w14:textId="6181FB98" w:rsidR="00C74366" w:rsidRPr="007F6921" w:rsidRDefault="00C74366" w:rsidP="00C74366">
      <w:pPr>
        <w:tabs>
          <w:tab w:val="left" w:pos="3190"/>
        </w:tabs>
        <w:spacing w:line="240" w:lineRule="auto"/>
        <w:rPr>
          <w:sz w:val="24"/>
          <w:szCs w:val="24"/>
        </w:rPr>
      </w:pPr>
      <w:r w:rsidRPr="007F6921">
        <w:rPr>
          <w:sz w:val="24"/>
          <w:szCs w:val="24"/>
        </w:rPr>
        <w:t>Graded by</w:t>
      </w:r>
      <w:r w:rsidR="00D730D4" w:rsidRPr="007F6921">
        <w:rPr>
          <w:sz w:val="24"/>
          <w:szCs w:val="24"/>
        </w:rPr>
        <w:t>: _</w:t>
      </w:r>
      <w:r w:rsidRPr="007F6921">
        <w:rPr>
          <w:sz w:val="24"/>
          <w:szCs w:val="24"/>
        </w:rPr>
        <w:t>____________</w:t>
      </w:r>
      <w:r w:rsidR="00D730D4" w:rsidRPr="007F6921">
        <w:rPr>
          <w:sz w:val="24"/>
          <w:szCs w:val="24"/>
        </w:rPr>
        <w:t>_ Date</w:t>
      </w:r>
      <w:r w:rsidRPr="007F6921">
        <w:rPr>
          <w:sz w:val="24"/>
          <w:szCs w:val="24"/>
        </w:rPr>
        <w:t xml:space="preserve"> of Submission__________________________</w:t>
      </w:r>
    </w:p>
    <w:p w14:paraId="30511FE6" w14:textId="385CA096" w:rsidR="00C74366" w:rsidRPr="00C33FF1" w:rsidRDefault="00C74366" w:rsidP="00C33FF1">
      <w:pPr>
        <w:tabs>
          <w:tab w:val="left" w:pos="3190"/>
        </w:tabs>
        <w:spacing w:line="240" w:lineRule="auto"/>
        <w:rPr>
          <w:sz w:val="24"/>
          <w:szCs w:val="24"/>
        </w:rPr>
      </w:pPr>
      <w:r w:rsidRPr="007F6921">
        <w:rPr>
          <w:sz w:val="24"/>
          <w:szCs w:val="24"/>
        </w:rPr>
        <w:t>Checked by</w:t>
      </w:r>
      <w:r w:rsidR="00D730D4" w:rsidRPr="007F6921">
        <w:rPr>
          <w:sz w:val="24"/>
          <w:szCs w:val="24"/>
        </w:rPr>
        <w:t>: _</w:t>
      </w:r>
      <w:r w:rsidRPr="007F6921">
        <w:rPr>
          <w:sz w:val="24"/>
          <w:szCs w:val="24"/>
        </w:rPr>
        <w:t>____________ Approved by</w:t>
      </w:r>
      <w:r w:rsidR="00D730D4" w:rsidRPr="007F6921">
        <w:rPr>
          <w:sz w:val="24"/>
          <w:szCs w:val="24"/>
        </w:rPr>
        <w:t>: _</w:t>
      </w:r>
      <w:r w:rsidRPr="007F6921">
        <w:rPr>
          <w:sz w:val="24"/>
          <w:szCs w:val="24"/>
        </w:rPr>
        <w:t>____________________________</w:t>
      </w:r>
      <w:bookmarkStart w:id="0" w:name="_GoBack"/>
      <w:bookmarkEnd w:id="0"/>
    </w:p>
    <w:sectPr w:rsidR="00C74366" w:rsidRPr="00C33FF1" w:rsidSect="0060190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6A50C6" w14:textId="77777777" w:rsidR="0031788E" w:rsidRDefault="0031788E" w:rsidP="00C74366">
      <w:pPr>
        <w:spacing w:after="0" w:line="240" w:lineRule="auto"/>
      </w:pPr>
      <w:r>
        <w:separator/>
      </w:r>
    </w:p>
  </w:endnote>
  <w:endnote w:type="continuationSeparator" w:id="0">
    <w:p w14:paraId="3E230C6A" w14:textId="77777777" w:rsidR="0031788E" w:rsidRDefault="0031788E" w:rsidP="00C74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CCCA43" w14:textId="77777777" w:rsidR="0031788E" w:rsidRDefault="0031788E" w:rsidP="009B54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3FF1">
      <w:rPr>
        <w:rStyle w:val="PageNumber"/>
        <w:noProof/>
      </w:rPr>
      <w:t>1</w:t>
    </w:r>
    <w:r>
      <w:rPr>
        <w:rStyle w:val="PageNumber"/>
      </w:rPr>
      <w:fldChar w:fldCharType="end"/>
    </w:r>
  </w:p>
  <w:p w14:paraId="427865E0" w14:textId="77777777" w:rsidR="0031788E" w:rsidRDefault="0031788E" w:rsidP="00601901">
    <w:pPr>
      <w:pStyle w:val="Footer"/>
      <w:ind w:right="360"/>
      <w:jc w:val="center"/>
    </w:pPr>
  </w:p>
  <w:p w14:paraId="1FE90DAE" w14:textId="77777777" w:rsidR="0031788E" w:rsidRDefault="0031788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B4304" w14:textId="77777777" w:rsidR="0031788E" w:rsidRDefault="0031788E" w:rsidP="00C74366">
    <w:pPr>
      <w:pStyle w:val="Footer"/>
      <w:jc w:val="center"/>
    </w:pPr>
    <w:r>
      <w:t xml:space="preserve">Page </w:t>
    </w:r>
    <w:r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>
      <w:rPr>
        <w:b/>
        <w:sz w:val="24"/>
        <w:szCs w:val="24"/>
      </w:rPr>
      <w:fldChar w:fldCharType="separate"/>
    </w:r>
    <w:r>
      <w:rPr>
        <w:b/>
        <w:noProof/>
      </w:rPr>
      <w:t>20</w:t>
    </w:r>
    <w:r>
      <w:rPr>
        <w:b/>
        <w:sz w:val="24"/>
        <w:szCs w:val="24"/>
      </w:rPr>
      <w:fldChar w:fldCharType="end"/>
    </w:r>
    <w:r>
      <w:t xml:space="preserve"> of </w:t>
    </w:r>
    <w:r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>
      <w:rPr>
        <w:b/>
        <w:sz w:val="24"/>
        <w:szCs w:val="24"/>
      </w:rPr>
      <w:fldChar w:fldCharType="separate"/>
    </w:r>
    <w:r>
      <w:rPr>
        <w:b/>
        <w:noProof/>
      </w:rPr>
      <w:t>74</w:t>
    </w:r>
    <w:r>
      <w:rPr>
        <w:b/>
        <w:sz w:val="24"/>
        <w:szCs w:val="24"/>
      </w:rPr>
      <w:fldChar w:fldCharType="end"/>
    </w:r>
  </w:p>
  <w:p w14:paraId="5FC6C412" w14:textId="77777777" w:rsidR="0031788E" w:rsidRPr="00BE100C" w:rsidRDefault="0031788E" w:rsidP="00C7436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4187F5" w14:textId="77777777" w:rsidR="0031788E" w:rsidRDefault="0031788E" w:rsidP="00C74366">
      <w:pPr>
        <w:spacing w:after="0" w:line="240" w:lineRule="auto"/>
      </w:pPr>
      <w:r>
        <w:separator/>
      </w:r>
    </w:p>
  </w:footnote>
  <w:footnote w:type="continuationSeparator" w:id="0">
    <w:p w14:paraId="2D92F753" w14:textId="77777777" w:rsidR="0031788E" w:rsidRDefault="0031788E" w:rsidP="00C74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CD406C" w14:textId="77777777" w:rsidR="0031788E" w:rsidRDefault="0031788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6BCAE1" w14:textId="77777777" w:rsidR="0031788E" w:rsidRDefault="0031788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5D1046" w14:textId="77777777" w:rsidR="0031788E" w:rsidRDefault="0031788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5525"/>
    <w:multiLevelType w:val="hybridMultilevel"/>
    <w:tmpl w:val="55540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F7C09"/>
    <w:multiLevelType w:val="hybridMultilevel"/>
    <w:tmpl w:val="F790FC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7307338"/>
    <w:multiLevelType w:val="hybridMultilevel"/>
    <w:tmpl w:val="BDC6F0AC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8AB2681"/>
    <w:multiLevelType w:val="hybridMultilevel"/>
    <w:tmpl w:val="A69C4A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7D00DD"/>
    <w:multiLevelType w:val="hybridMultilevel"/>
    <w:tmpl w:val="992C95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EB542CB"/>
    <w:multiLevelType w:val="hybridMultilevel"/>
    <w:tmpl w:val="761ED4B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B050C43"/>
    <w:multiLevelType w:val="hybridMultilevel"/>
    <w:tmpl w:val="508EE602"/>
    <w:lvl w:ilvl="0" w:tplc="0409000F">
      <w:start w:val="1"/>
      <w:numFmt w:val="decimal"/>
      <w:lvlText w:val="%1."/>
      <w:lvlJc w:val="left"/>
      <w:pPr>
        <w:ind w:left="2221" w:hanging="360"/>
      </w:pPr>
    </w:lvl>
    <w:lvl w:ilvl="1" w:tplc="04090019" w:tentative="1">
      <w:start w:val="1"/>
      <w:numFmt w:val="lowerLetter"/>
      <w:lvlText w:val="%2."/>
      <w:lvlJc w:val="left"/>
      <w:pPr>
        <w:ind w:left="2941" w:hanging="360"/>
      </w:pPr>
    </w:lvl>
    <w:lvl w:ilvl="2" w:tplc="0409001B" w:tentative="1">
      <w:start w:val="1"/>
      <w:numFmt w:val="lowerRoman"/>
      <w:lvlText w:val="%3."/>
      <w:lvlJc w:val="right"/>
      <w:pPr>
        <w:ind w:left="3661" w:hanging="180"/>
      </w:pPr>
    </w:lvl>
    <w:lvl w:ilvl="3" w:tplc="0409000F" w:tentative="1">
      <w:start w:val="1"/>
      <w:numFmt w:val="decimal"/>
      <w:lvlText w:val="%4."/>
      <w:lvlJc w:val="left"/>
      <w:pPr>
        <w:ind w:left="4381" w:hanging="360"/>
      </w:pPr>
    </w:lvl>
    <w:lvl w:ilvl="4" w:tplc="04090019" w:tentative="1">
      <w:start w:val="1"/>
      <w:numFmt w:val="lowerLetter"/>
      <w:lvlText w:val="%5."/>
      <w:lvlJc w:val="left"/>
      <w:pPr>
        <w:ind w:left="5101" w:hanging="360"/>
      </w:pPr>
    </w:lvl>
    <w:lvl w:ilvl="5" w:tplc="0409001B" w:tentative="1">
      <w:start w:val="1"/>
      <w:numFmt w:val="lowerRoman"/>
      <w:lvlText w:val="%6."/>
      <w:lvlJc w:val="right"/>
      <w:pPr>
        <w:ind w:left="5821" w:hanging="180"/>
      </w:pPr>
    </w:lvl>
    <w:lvl w:ilvl="6" w:tplc="0409000F" w:tentative="1">
      <w:start w:val="1"/>
      <w:numFmt w:val="decimal"/>
      <w:lvlText w:val="%7."/>
      <w:lvlJc w:val="left"/>
      <w:pPr>
        <w:ind w:left="6541" w:hanging="360"/>
      </w:pPr>
    </w:lvl>
    <w:lvl w:ilvl="7" w:tplc="04090019" w:tentative="1">
      <w:start w:val="1"/>
      <w:numFmt w:val="lowerLetter"/>
      <w:lvlText w:val="%8."/>
      <w:lvlJc w:val="left"/>
      <w:pPr>
        <w:ind w:left="7261" w:hanging="360"/>
      </w:pPr>
    </w:lvl>
    <w:lvl w:ilvl="8" w:tplc="0409001B" w:tentative="1">
      <w:start w:val="1"/>
      <w:numFmt w:val="lowerRoman"/>
      <w:lvlText w:val="%9."/>
      <w:lvlJc w:val="right"/>
      <w:pPr>
        <w:ind w:left="7981" w:hanging="180"/>
      </w:pPr>
    </w:lvl>
  </w:abstractNum>
  <w:abstractNum w:abstractNumId="7">
    <w:nsid w:val="2FA9163F"/>
    <w:multiLevelType w:val="hybridMultilevel"/>
    <w:tmpl w:val="53D2220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8E31602"/>
    <w:multiLevelType w:val="hybridMultilevel"/>
    <w:tmpl w:val="E27A268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3DEF2AB1"/>
    <w:multiLevelType w:val="hybridMultilevel"/>
    <w:tmpl w:val="F7DE9B3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37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9" w:hanging="360"/>
      </w:pPr>
      <w:rPr>
        <w:rFonts w:ascii="Wingdings" w:hAnsi="Wingdings" w:hint="default"/>
      </w:rPr>
    </w:lvl>
  </w:abstractNum>
  <w:abstractNum w:abstractNumId="10">
    <w:nsid w:val="3E242C55"/>
    <w:multiLevelType w:val="hybridMultilevel"/>
    <w:tmpl w:val="CF72F0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3514AB0"/>
    <w:multiLevelType w:val="hybridMultilevel"/>
    <w:tmpl w:val="17CA1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B63807"/>
    <w:multiLevelType w:val="hybridMultilevel"/>
    <w:tmpl w:val="4A145C1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CB32B24"/>
    <w:multiLevelType w:val="hybridMultilevel"/>
    <w:tmpl w:val="A69C4A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E444382"/>
    <w:multiLevelType w:val="hybridMultilevel"/>
    <w:tmpl w:val="0556F01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503827D6"/>
    <w:multiLevelType w:val="hybridMultilevel"/>
    <w:tmpl w:val="FB8E0A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BE4E5E"/>
    <w:multiLevelType w:val="hybridMultilevel"/>
    <w:tmpl w:val="549C4F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9486AF4"/>
    <w:multiLevelType w:val="hybridMultilevel"/>
    <w:tmpl w:val="A69C4A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B32548E"/>
    <w:multiLevelType w:val="hybridMultilevel"/>
    <w:tmpl w:val="EB32A0CC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9">
    <w:nsid w:val="61D73484"/>
    <w:multiLevelType w:val="hybridMultilevel"/>
    <w:tmpl w:val="CD3AD3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B32B78"/>
    <w:multiLevelType w:val="hybridMultilevel"/>
    <w:tmpl w:val="C5AC04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A9357C9"/>
    <w:multiLevelType w:val="hybridMultilevel"/>
    <w:tmpl w:val="EB32A0CC"/>
    <w:lvl w:ilvl="0" w:tplc="0409000F">
      <w:start w:val="1"/>
      <w:numFmt w:val="decimal"/>
      <w:lvlText w:val="%1."/>
      <w:lvlJc w:val="left"/>
      <w:pPr>
        <w:ind w:left="1501" w:hanging="360"/>
      </w:pPr>
    </w:lvl>
    <w:lvl w:ilvl="1" w:tplc="04090019" w:tentative="1">
      <w:start w:val="1"/>
      <w:numFmt w:val="lowerLetter"/>
      <w:lvlText w:val="%2."/>
      <w:lvlJc w:val="left"/>
      <w:pPr>
        <w:ind w:left="2221" w:hanging="360"/>
      </w:pPr>
    </w:lvl>
    <w:lvl w:ilvl="2" w:tplc="0409001B" w:tentative="1">
      <w:start w:val="1"/>
      <w:numFmt w:val="lowerRoman"/>
      <w:lvlText w:val="%3."/>
      <w:lvlJc w:val="right"/>
      <w:pPr>
        <w:ind w:left="2941" w:hanging="180"/>
      </w:pPr>
    </w:lvl>
    <w:lvl w:ilvl="3" w:tplc="0409000F" w:tentative="1">
      <w:start w:val="1"/>
      <w:numFmt w:val="decimal"/>
      <w:lvlText w:val="%4."/>
      <w:lvlJc w:val="left"/>
      <w:pPr>
        <w:ind w:left="3661" w:hanging="360"/>
      </w:pPr>
    </w:lvl>
    <w:lvl w:ilvl="4" w:tplc="04090019" w:tentative="1">
      <w:start w:val="1"/>
      <w:numFmt w:val="lowerLetter"/>
      <w:lvlText w:val="%5."/>
      <w:lvlJc w:val="left"/>
      <w:pPr>
        <w:ind w:left="4381" w:hanging="360"/>
      </w:pPr>
    </w:lvl>
    <w:lvl w:ilvl="5" w:tplc="0409001B" w:tentative="1">
      <w:start w:val="1"/>
      <w:numFmt w:val="lowerRoman"/>
      <w:lvlText w:val="%6."/>
      <w:lvlJc w:val="right"/>
      <w:pPr>
        <w:ind w:left="5101" w:hanging="180"/>
      </w:pPr>
    </w:lvl>
    <w:lvl w:ilvl="6" w:tplc="0409000F" w:tentative="1">
      <w:start w:val="1"/>
      <w:numFmt w:val="decimal"/>
      <w:lvlText w:val="%7."/>
      <w:lvlJc w:val="left"/>
      <w:pPr>
        <w:ind w:left="5821" w:hanging="360"/>
      </w:pPr>
    </w:lvl>
    <w:lvl w:ilvl="7" w:tplc="04090019" w:tentative="1">
      <w:start w:val="1"/>
      <w:numFmt w:val="lowerLetter"/>
      <w:lvlText w:val="%8."/>
      <w:lvlJc w:val="left"/>
      <w:pPr>
        <w:ind w:left="6541" w:hanging="360"/>
      </w:pPr>
    </w:lvl>
    <w:lvl w:ilvl="8" w:tplc="0409001B" w:tentative="1">
      <w:start w:val="1"/>
      <w:numFmt w:val="lowerRoman"/>
      <w:lvlText w:val="%9."/>
      <w:lvlJc w:val="right"/>
      <w:pPr>
        <w:ind w:left="7261" w:hanging="180"/>
      </w:pPr>
    </w:lvl>
  </w:abstractNum>
  <w:abstractNum w:abstractNumId="22">
    <w:nsid w:val="6C181BA1"/>
    <w:multiLevelType w:val="hybridMultilevel"/>
    <w:tmpl w:val="2CB8F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C17EEE"/>
    <w:multiLevelType w:val="hybridMultilevel"/>
    <w:tmpl w:val="36EEA516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71C57287"/>
    <w:multiLevelType w:val="hybridMultilevel"/>
    <w:tmpl w:val="EB32A0CC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5">
    <w:nsid w:val="751048BA"/>
    <w:multiLevelType w:val="hybridMultilevel"/>
    <w:tmpl w:val="7D3249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8411821"/>
    <w:multiLevelType w:val="hybridMultilevel"/>
    <w:tmpl w:val="BDC6F0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791A1AE5"/>
    <w:multiLevelType w:val="hybridMultilevel"/>
    <w:tmpl w:val="07B623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7F2B17"/>
    <w:multiLevelType w:val="hybridMultilevel"/>
    <w:tmpl w:val="BDC6F0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1"/>
  </w:num>
  <w:num w:numId="4">
    <w:abstractNumId w:val="5"/>
  </w:num>
  <w:num w:numId="5">
    <w:abstractNumId w:val="28"/>
  </w:num>
  <w:num w:numId="6">
    <w:abstractNumId w:val="10"/>
  </w:num>
  <w:num w:numId="7">
    <w:abstractNumId w:val="23"/>
  </w:num>
  <w:num w:numId="8">
    <w:abstractNumId w:val="2"/>
  </w:num>
  <w:num w:numId="9">
    <w:abstractNumId w:val="26"/>
  </w:num>
  <w:num w:numId="10">
    <w:abstractNumId w:val="20"/>
  </w:num>
  <w:num w:numId="11">
    <w:abstractNumId w:val="11"/>
  </w:num>
  <w:num w:numId="12">
    <w:abstractNumId w:val="21"/>
  </w:num>
  <w:num w:numId="13">
    <w:abstractNumId w:val="18"/>
  </w:num>
  <w:num w:numId="14">
    <w:abstractNumId w:val="16"/>
  </w:num>
  <w:num w:numId="15">
    <w:abstractNumId w:val="19"/>
  </w:num>
  <w:num w:numId="16">
    <w:abstractNumId w:val="17"/>
  </w:num>
  <w:num w:numId="17">
    <w:abstractNumId w:val="22"/>
  </w:num>
  <w:num w:numId="18">
    <w:abstractNumId w:val="4"/>
  </w:num>
  <w:num w:numId="19">
    <w:abstractNumId w:val="25"/>
  </w:num>
  <w:num w:numId="20">
    <w:abstractNumId w:val="9"/>
  </w:num>
  <w:num w:numId="21">
    <w:abstractNumId w:val="15"/>
  </w:num>
  <w:num w:numId="22">
    <w:abstractNumId w:val="0"/>
  </w:num>
  <w:num w:numId="23">
    <w:abstractNumId w:val="3"/>
  </w:num>
  <w:num w:numId="24">
    <w:abstractNumId w:val="13"/>
  </w:num>
  <w:num w:numId="25">
    <w:abstractNumId w:val="14"/>
  </w:num>
  <w:num w:numId="26">
    <w:abstractNumId w:val="24"/>
  </w:num>
  <w:num w:numId="27">
    <w:abstractNumId w:val="6"/>
  </w:num>
  <w:num w:numId="28">
    <w:abstractNumId w:val="8"/>
  </w:num>
  <w:num w:numId="29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366"/>
    <w:rsid w:val="0000004E"/>
    <w:rsid w:val="000105E9"/>
    <w:rsid w:val="00013094"/>
    <w:rsid w:val="000134A1"/>
    <w:rsid w:val="00014A51"/>
    <w:rsid w:val="00016960"/>
    <w:rsid w:val="00017F57"/>
    <w:rsid w:val="0002080A"/>
    <w:rsid w:val="00021923"/>
    <w:rsid w:val="00033577"/>
    <w:rsid w:val="000350B2"/>
    <w:rsid w:val="00044FE6"/>
    <w:rsid w:val="000475BF"/>
    <w:rsid w:val="00051219"/>
    <w:rsid w:val="0005669A"/>
    <w:rsid w:val="00057A33"/>
    <w:rsid w:val="00083FF2"/>
    <w:rsid w:val="00086627"/>
    <w:rsid w:val="000A1F66"/>
    <w:rsid w:val="000B0007"/>
    <w:rsid w:val="000B1E70"/>
    <w:rsid w:val="000B524D"/>
    <w:rsid w:val="000C2FE3"/>
    <w:rsid w:val="000C5A95"/>
    <w:rsid w:val="000D0005"/>
    <w:rsid w:val="000D154F"/>
    <w:rsid w:val="000E6673"/>
    <w:rsid w:val="000E71DF"/>
    <w:rsid w:val="000F3324"/>
    <w:rsid w:val="00103D7B"/>
    <w:rsid w:val="00106915"/>
    <w:rsid w:val="001169E8"/>
    <w:rsid w:val="0012582C"/>
    <w:rsid w:val="00132BA7"/>
    <w:rsid w:val="00143BF2"/>
    <w:rsid w:val="0014739F"/>
    <w:rsid w:val="00157D8B"/>
    <w:rsid w:val="00162A74"/>
    <w:rsid w:val="001668EF"/>
    <w:rsid w:val="001837F2"/>
    <w:rsid w:val="00183F4C"/>
    <w:rsid w:val="00190B55"/>
    <w:rsid w:val="001968D9"/>
    <w:rsid w:val="001A5CA1"/>
    <w:rsid w:val="001B070E"/>
    <w:rsid w:val="001B6260"/>
    <w:rsid w:val="001B64D9"/>
    <w:rsid w:val="001C5D90"/>
    <w:rsid w:val="001D5BB0"/>
    <w:rsid w:val="001E0905"/>
    <w:rsid w:val="001E157B"/>
    <w:rsid w:val="001F19D1"/>
    <w:rsid w:val="001F330C"/>
    <w:rsid w:val="001F40F5"/>
    <w:rsid w:val="001F4F83"/>
    <w:rsid w:val="00200EA0"/>
    <w:rsid w:val="00224899"/>
    <w:rsid w:val="00225C0D"/>
    <w:rsid w:val="0023017A"/>
    <w:rsid w:val="0024678F"/>
    <w:rsid w:val="0024769A"/>
    <w:rsid w:val="00250218"/>
    <w:rsid w:val="002563C2"/>
    <w:rsid w:val="00257487"/>
    <w:rsid w:val="002619A7"/>
    <w:rsid w:val="002626C4"/>
    <w:rsid w:val="00262A94"/>
    <w:rsid w:val="00272C30"/>
    <w:rsid w:val="00274B13"/>
    <w:rsid w:val="00282947"/>
    <w:rsid w:val="00292B72"/>
    <w:rsid w:val="002A02A6"/>
    <w:rsid w:val="002A2EE7"/>
    <w:rsid w:val="002A38A7"/>
    <w:rsid w:val="002B2561"/>
    <w:rsid w:val="002D23EF"/>
    <w:rsid w:val="002E426B"/>
    <w:rsid w:val="002E6CC6"/>
    <w:rsid w:val="003065F8"/>
    <w:rsid w:val="00306C1F"/>
    <w:rsid w:val="00312EE8"/>
    <w:rsid w:val="0031788E"/>
    <w:rsid w:val="00322BAF"/>
    <w:rsid w:val="00324A4A"/>
    <w:rsid w:val="00334925"/>
    <w:rsid w:val="0033717D"/>
    <w:rsid w:val="00340A69"/>
    <w:rsid w:val="003534F6"/>
    <w:rsid w:val="003534F9"/>
    <w:rsid w:val="00355DC7"/>
    <w:rsid w:val="0036558D"/>
    <w:rsid w:val="003663B7"/>
    <w:rsid w:val="003751C9"/>
    <w:rsid w:val="00394710"/>
    <w:rsid w:val="003955C7"/>
    <w:rsid w:val="003A7CEA"/>
    <w:rsid w:val="003B0E1C"/>
    <w:rsid w:val="003B4371"/>
    <w:rsid w:val="003C03DE"/>
    <w:rsid w:val="003C0A2F"/>
    <w:rsid w:val="003C242D"/>
    <w:rsid w:val="003C5F10"/>
    <w:rsid w:val="003C60C6"/>
    <w:rsid w:val="003C7D69"/>
    <w:rsid w:val="003D1294"/>
    <w:rsid w:val="003E0224"/>
    <w:rsid w:val="003E462D"/>
    <w:rsid w:val="003E49B5"/>
    <w:rsid w:val="003E5035"/>
    <w:rsid w:val="003F065B"/>
    <w:rsid w:val="003F3A16"/>
    <w:rsid w:val="0041371D"/>
    <w:rsid w:val="00416F20"/>
    <w:rsid w:val="00421817"/>
    <w:rsid w:val="00421CA9"/>
    <w:rsid w:val="00423C78"/>
    <w:rsid w:val="004264F9"/>
    <w:rsid w:val="00436DD6"/>
    <w:rsid w:val="00445E4F"/>
    <w:rsid w:val="0044635E"/>
    <w:rsid w:val="0045495F"/>
    <w:rsid w:val="004563D1"/>
    <w:rsid w:val="00460B56"/>
    <w:rsid w:val="00463629"/>
    <w:rsid w:val="00464DDB"/>
    <w:rsid w:val="00467079"/>
    <w:rsid w:val="00474342"/>
    <w:rsid w:val="0047777B"/>
    <w:rsid w:val="00482086"/>
    <w:rsid w:val="004B4514"/>
    <w:rsid w:val="004C034A"/>
    <w:rsid w:val="004C5F7E"/>
    <w:rsid w:val="004C75F8"/>
    <w:rsid w:val="004D533E"/>
    <w:rsid w:val="004E08AA"/>
    <w:rsid w:val="004E22AF"/>
    <w:rsid w:val="004F3D83"/>
    <w:rsid w:val="004F4926"/>
    <w:rsid w:val="005144FD"/>
    <w:rsid w:val="005230BE"/>
    <w:rsid w:val="0052746A"/>
    <w:rsid w:val="005324E9"/>
    <w:rsid w:val="0053430A"/>
    <w:rsid w:val="00535E07"/>
    <w:rsid w:val="00541F73"/>
    <w:rsid w:val="005468CE"/>
    <w:rsid w:val="0055044D"/>
    <w:rsid w:val="005536F3"/>
    <w:rsid w:val="005630B2"/>
    <w:rsid w:val="00567944"/>
    <w:rsid w:val="005728EE"/>
    <w:rsid w:val="005774B0"/>
    <w:rsid w:val="00577D44"/>
    <w:rsid w:val="00582AA0"/>
    <w:rsid w:val="0058463D"/>
    <w:rsid w:val="00584DCC"/>
    <w:rsid w:val="00586298"/>
    <w:rsid w:val="005B2326"/>
    <w:rsid w:val="005B3249"/>
    <w:rsid w:val="005B53D4"/>
    <w:rsid w:val="005B606D"/>
    <w:rsid w:val="005C3CF2"/>
    <w:rsid w:val="005D0760"/>
    <w:rsid w:val="005F652B"/>
    <w:rsid w:val="00601901"/>
    <w:rsid w:val="006065DE"/>
    <w:rsid w:val="006118FB"/>
    <w:rsid w:val="00611FA1"/>
    <w:rsid w:val="006126E8"/>
    <w:rsid w:val="006128A3"/>
    <w:rsid w:val="006173FB"/>
    <w:rsid w:val="00626E53"/>
    <w:rsid w:val="00632D68"/>
    <w:rsid w:val="0063435B"/>
    <w:rsid w:val="006415C5"/>
    <w:rsid w:val="00642946"/>
    <w:rsid w:val="00644C43"/>
    <w:rsid w:val="006508F9"/>
    <w:rsid w:val="0065463F"/>
    <w:rsid w:val="006672C5"/>
    <w:rsid w:val="0067204F"/>
    <w:rsid w:val="00673B4E"/>
    <w:rsid w:val="006774DD"/>
    <w:rsid w:val="00685B7D"/>
    <w:rsid w:val="006957C7"/>
    <w:rsid w:val="006A10FA"/>
    <w:rsid w:val="006A4D36"/>
    <w:rsid w:val="006B0E7B"/>
    <w:rsid w:val="006B3240"/>
    <w:rsid w:val="006B498C"/>
    <w:rsid w:val="006B519D"/>
    <w:rsid w:val="006C19B2"/>
    <w:rsid w:val="006C2C14"/>
    <w:rsid w:val="006D1A64"/>
    <w:rsid w:val="006E2A03"/>
    <w:rsid w:val="006E4203"/>
    <w:rsid w:val="006E6E5F"/>
    <w:rsid w:val="006E7740"/>
    <w:rsid w:val="006F02F5"/>
    <w:rsid w:val="006F5359"/>
    <w:rsid w:val="00705AB6"/>
    <w:rsid w:val="0072076E"/>
    <w:rsid w:val="00744039"/>
    <w:rsid w:val="007502FA"/>
    <w:rsid w:val="00755593"/>
    <w:rsid w:val="00772EF6"/>
    <w:rsid w:val="00791B59"/>
    <w:rsid w:val="00791FFF"/>
    <w:rsid w:val="00793FD7"/>
    <w:rsid w:val="007A136B"/>
    <w:rsid w:val="007A1DE8"/>
    <w:rsid w:val="007A5DDD"/>
    <w:rsid w:val="007A6BC8"/>
    <w:rsid w:val="007B6F86"/>
    <w:rsid w:val="007C0E57"/>
    <w:rsid w:val="007E3004"/>
    <w:rsid w:val="007F2FC8"/>
    <w:rsid w:val="007F6921"/>
    <w:rsid w:val="007F6990"/>
    <w:rsid w:val="00811E59"/>
    <w:rsid w:val="00814519"/>
    <w:rsid w:val="0081527F"/>
    <w:rsid w:val="0082671C"/>
    <w:rsid w:val="00837F62"/>
    <w:rsid w:val="00843150"/>
    <w:rsid w:val="00843BC7"/>
    <w:rsid w:val="00844FFD"/>
    <w:rsid w:val="00850807"/>
    <w:rsid w:val="0085167B"/>
    <w:rsid w:val="0085591E"/>
    <w:rsid w:val="00856FE8"/>
    <w:rsid w:val="0086019D"/>
    <w:rsid w:val="008641B9"/>
    <w:rsid w:val="00865AA6"/>
    <w:rsid w:val="00865B83"/>
    <w:rsid w:val="00871B3F"/>
    <w:rsid w:val="008721F2"/>
    <w:rsid w:val="00873B50"/>
    <w:rsid w:val="00874524"/>
    <w:rsid w:val="008800FC"/>
    <w:rsid w:val="00884CFA"/>
    <w:rsid w:val="0088568D"/>
    <w:rsid w:val="008C246F"/>
    <w:rsid w:val="008C34CA"/>
    <w:rsid w:val="008C6FFE"/>
    <w:rsid w:val="008C7BF7"/>
    <w:rsid w:val="008D442C"/>
    <w:rsid w:val="008E6621"/>
    <w:rsid w:val="008F0E8A"/>
    <w:rsid w:val="008F4C81"/>
    <w:rsid w:val="00901843"/>
    <w:rsid w:val="00902004"/>
    <w:rsid w:val="0090272A"/>
    <w:rsid w:val="0090344D"/>
    <w:rsid w:val="0090429C"/>
    <w:rsid w:val="00912FA1"/>
    <w:rsid w:val="00921026"/>
    <w:rsid w:val="00926EC4"/>
    <w:rsid w:val="00935ECD"/>
    <w:rsid w:val="00941314"/>
    <w:rsid w:val="00952147"/>
    <w:rsid w:val="009529A4"/>
    <w:rsid w:val="00952CB2"/>
    <w:rsid w:val="00954CC1"/>
    <w:rsid w:val="009558B1"/>
    <w:rsid w:val="00961F94"/>
    <w:rsid w:val="00967BB5"/>
    <w:rsid w:val="00975EF3"/>
    <w:rsid w:val="00983764"/>
    <w:rsid w:val="00987A5F"/>
    <w:rsid w:val="00987E21"/>
    <w:rsid w:val="00996363"/>
    <w:rsid w:val="009A4EA7"/>
    <w:rsid w:val="009A6BC7"/>
    <w:rsid w:val="009B5414"/>
    <w:rsid w:val="009B54C8"/>
    <w:rsid w:val="009B6DE7"/>
    <w:rsid w:val="009C1480"/>
    <w:rsid w:val="009D04AF"/>
    <w:rsid w:val="009D6A95"/>
    <w:rsid w:val="009D7337"/>
    <w:rsid w:val="009F15C4"/>
    <w:rsid w:val="00A02B1C"/>
    <w:rsid w:val="00A034AE"/>
    <w:rsid w:val="00A04E0C"/>
    <w:rsid w:val="00A06B9E"/>
    <w:rsid w:val="00A201F6"/>
    <w:rsid w:val="00A212A5"/>
    <w:rsid w:val="00A226E5"/>
    <w:rsid w:val="00A329E0"/>
    <w:rsid w:val="00A32DF5"/>
    <w:rsid w:val="00A35A42"/>
    <w:rsid w:val="00A400F6"/>
    <w:rsid w:val="00A44648"/>
    <w:rsid w:val="00A53427"/>
    <w:rsid w:val="00A61B66"/>
    <w:rsid w:val="00A65A16"/>
    <w:rsid w:val="00A66C1B"/>
    <w:rsid w:val="00A80304"/>
    <w:rsid w:val="00A815C1"/>
    <w:rsid w:val="00A85E1C"/>
    <w:rsid w:val="00A86A21"/>
    <w:rsid w:val="00A91E2A"/>
    <w:rsid w:val="00A963CA"/>
    <w:rsid w:val="00A972F7"/>
    <w:rsid w:val="00A97EB3"/>
    <w:rsid w:val="00AA5557"/>
    <w:rsid w:val="00AC0484"/>
    <w:rsid w:val="00AC4ACC"/>
    <w:rsid w:val="00AD186C"/>
    <w:rsid w:val="00AD73EF"/>
    <w:rsid w:val="00AE3A49"/>
    <w:rsid w:val="00AE4588"/>
    <w:rsid w:val="00AE4BA1"/>
    <w:rsid w:val="00AE6507"/>
    <w:rsid w:val="00AF0A2F"/>
    <w:rsid w:val="00AF7EAD"/>
    <w:rsid w:val="00B02C75"/>
    <w:rsid w:val="00B0317E"/>
    <w:rsid w:val="00B10BE5"/>
    <w:rsid w:val="00B14127"/>
    <w:rsid w:val="00B144BF"/>
    <w:rsid w:val="00B14777"/>
    <w:rsid w:val="00B22CF8"/>
    <w:rsid w:val="00B27027"/>
    <w:rsid w:val="00B363A2"/>
    <w:rsid w:val="00B418B7"/>
    <w:rsid w:val="00B43A81"/>
    <w:rsid w:val="00B450ED"/>
    <w:rsid w:val="00B459F5"/>
    <w:rsid w:val="00B4773B"/>
    <w:rsid w:val="00B50E67"/>
    <w:rsid w:val="00B62601"/>
    <w:rsid w:val="00B77D5A"/>
    <w:rsid w:val="00B80CE6"/>
    <w:rsid w:val="00B843BC"/>
    <w:rsid w:val="00B85ADD"/>
    <w:rsid w:val="00B85EE8"/>
    <w:rsid w:val="00B900BA"/>
    <w:rsid w:val="00B93450"/>
    <w:rsid w:val="00BA0100"/>
    <w:rsid w:val="00BA401F"/>
    <w:rsid w:val="00BB037E"/>
    <w:rsid w:val="00BB429D"/>
    <w:rsid w:val="00BB49EE"/>
    <w:rsid w:val="00BB4CC1"/>
    <w:rsid w:val="00BC16D2"/>
    <w:rsid w:val="00BC1B8F"/>
    <w:rsid w:val="00BC6236"/>
    <w:rsid w:val="00BD5CF5"/>
    <w:rsid w:val="00BE584D"/>
    <w:rsid w:val="00BE5D4A"/>
    <w:rsid w:val="00BF01C7"/>
    <w:rsid w:val="00BF36AF"/>
    <w:rsid w:val="00C071F9"/>
    <w:rsid w:val="00C15D5D"/>
    <w:rsid w:val="00C2066F"/>
    <w:rsid w:val="00C236D7"/>
    <w:rsid w:val="00C325D9"/>
    <w:rsid w:val="00C33FF1"/>
    <w:rsid w:val="00C46744"/>
    <w:rsid w:val="00C47BF6"/>
    <w:rsid w:val="00C53BB0"/>
    <w:rsid w:val="00C668D4"/>
    <w:rsid w:val="00C73132"/>
    <w:rsid w:val="00C74366"/>
    <w:rsid w:val="00C80F9B"/>
    <w:rsid w:val="00C82692"/>
    <w:rsid w:val="00C82B33"/>
    <w:rsid w:val="00C84CF8"/>
    <w:rsid w:val="00C92B25"/>
    <w:rsid w:val="00CB4DB3"/>
    <w:rsid w:val="00CF2300"/>
    <w:rsid w:val="00CF49C7"/>
    <w:rsid w:val="00CF665E"/>
    <w:rsid w:val="00CF7384"/>
    <w:rsid w:val="00D01D9B"/>
    <w:rsid w:val="00D1108B"/>
    <w:rsid w:val="00D1775E"/>
    <w:rsid w:val="00D22C2D"/>
    <w:rsid w:val="00D27902"/>
    <w:rsid w:val="00D279E5"/>
    <w:rsid w:val="00D302F4"/>
    <w:rsid w:val="00D437A0"/>
    <w:rsid w:val="00D474D5"/>
    <w:rsid w:val="00D518FC"/>
    <w:rsid w:val="00D66B9D"/>
    <w:rsid w:val="00D678F5"/>
    <w:rsid w:val="00D730D4"/>
    <w:rsid w:val="00D91D94"/>
    <w:rsid w:val="00DA4FED"/>
    <w:rsid w:val="00DB1940"/>
    <w:rsid w:val="00DB6554"/>
    <w:rsid w:val="00DC3E9F"/>
    <w:rsid w:val="00DD230D"/>
    <w:rsid w:val="00DD2A23"/>
    <w:rsid w:val="00DD7151"/>
    <w:rsid w:val="00DE17B0"/>
    <w:rsid w:val="00DE3452"/>
    <w:rsid w:val="00DE42A2"/>
    <w:rsid w:val="00DF405F"/>
    <w:rsid w:val="00DF68F8"/>
    <w:rsid w:val="00DF781D"/>
    <w:rsid w:val="00E03770"/>
    <w:rsid w:val="00E04D3B"/>
    <w:rsid w:val="00E13C0B"/>
    <w:rsid w:val="00E17A07"/>
    <w:rsid w:val="00E24E75"/>
    <w:rsid w:val="00E25679"/>
    <w:rsid w:val="00E25F86"/>
    <w:rsid w:val="00E308B4"/>
    <w:rsid w:val="00E37B6F"/>
    <w:rsid w:val="00E42251"/>
    <w:rsid w:val="00E47A72"/>
    <w:rsid w:val="00E66127"/>
    <w:rsid w:val="00E7763F"/>
    <w:rsid w:val="00E80C20"/>
    <w:rsid w:val="00E87F6D"/>
    <w:rsid w:val="00E92686"/>
    <w:rsid w:val="00E96120"/>
    <w:rsid w:val="00E961C7"/>
    <w:rsid w:val="00EA4C25"/>
    <w:rsid w:val="00EA5AD2"/>
    <w:rsid w:val="00EB018D"/>
    <w:rsid w:val="00EC1616"/>
    <w:rsid w:val="00EC1676"/>
    <w:rsid w:val="00EC302A"/>
    <w:rsid w:val="00ED5420"/>
    <w:rsid w:val="00ED75EF"/>
    <w:rsid w:val="00EF2F93"/>
    <w:rsid w:val="00EF46B3"/>
    <w:rsid w:val="00EF5F3C"/>
    <w:rsid w:val="00F04909"/>
    <w:rsid w:val="00F14319"/>
    <w:rsid w:val="00F20CE8"/>
    <w:rsid w:val="00F250C4"/>
    <w:rsid w:val="00F2543F"/>
    <w:rsid w:val="00F342FC"/>
    <w:rsid w:val="00F50535"/>
    <w:rsid w:val="00F54C66"/>
    <w:rsid w:val="00F55FBA"/>
    <w:rsid w:val="00F56187"/>
    <w:rsid w:val="00F565D5"/>
    <w:rsid w:val="00F605B9"/>
    <w:rsid w:val="00F72212"/>
    <w:rsid w:val="00F834B3"/>
    <w:rsid w:val="00F84E7B"/>
    <w:rsid w:val="00F93A7F"/>
    <w:rsid w:val="00F93C1D"/>
    <w:rsid w:val="00FA0BD6"/>
    <w:rsid w:val="00FD193E"/>
    <w:rsid w:val="00FD2546"/>
    <w:rsid w:val="00FD4FF0"/>
    <w:rsid w:val="00FE0522"/>
    <w:rsid w:val="00FE0B10"/>
    <w:rsid w:val="00FE1B9B"/>
    <w:rsid w:val="00FF4149"/>
    <w:rsid w:val="00FF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DBDCF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uiPriority="35" w:qFormat="1"/>
    <w:lsdException w:name="table of figures" w:uiPriority="99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uiPriority="34" w:qFormat="1"/>
    <w:lsdException w:name="Quote" w:qFormat="1"/>
    <w:lsdException w:name="Intense Quote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1D4B"/>
    <w:pPr>
      <w:spacing w:after="200" w:line="276" w:lineRule="auto"/>
    </w:pPr>
    <w:rPr>
      <w:rFonts w:ascii="Times New Roman" w:hAnsi="Times New Roman"/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3BEB"/>
    <w:pPr>
      <w:spacing w:before="480" w:after="0"/>
      <w:contextualSpacing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86AB8"/>
    <w:pPr>
      <w:spacing w:after="0"/>
      <w:outlineLvl w:val="1"/>
    </w:pPr>
    <w:rPr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303BEB"/>
    <w:pPr>
      <w:spacing w:after="0" w:line="271" w:lineRule="auto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6371DA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6371DA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qFormat/>
    <w:rsid w:val="006371DA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qFormat/>
    <w:rsid w:val="006371DA"/>
    <w:pPr>
      <w:spacing w:after="0"/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qFormat/>
    <w:rsid w:val="006371DA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6371DA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03BEB"/>
    <w:rPr>
      <w:rFonts w:ascii="Arial" w:hAnsi="Arial"/>
      <w:b/>
      <w:bCs/>
      <w:sz w:val="28"/>
      <w:szCs w:val="28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637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371DA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6371D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371DA"/>
    <w:rPr>
      <w:sz w:val="22"/>
    </w:rPr>
  </w:style>
  <w:style w:type="paragraph" w:customStyle="1" w:styleId="TOCHeading1">
    <w:name w:val="TOC Heading1"/>
    <w:basedOn w:val="Heading1"/>
    <w:next w:val="Normal"/>
    <w:uiPriority w:val="39"/>
    <w:qFormat/>
    <w:rsid w:val="006371DA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286AB8"/>
    <w:pPr>
      <w:spacing w:before="120" w:after="0"/>
    </w:pPr>
    <w:rPr>
      <w:rFonts w:asciiTheme="minorHAnsi" w:hAnsiTheme="minorHAnsi"/>
      <w:b/>
      <w:sz w:val="24"/>
      <w:szCs w:val="24"/>
    </w:rPr>
  </w:style>
  <w:style w:type="character" w:styleId="Hyperlink">
    <w:name w:val="Hyperlink"/>
    <w:uiPriority w:val="99"/>
    <w:unhideWhenUsed/>
    <w:rsid w:val="006371DA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rsid w:val="00286AB8"/>
    <w:rPr>
      <w:rFonts w:ascii="Arial" w:hAnsi="Arial"/>
      <w:b/>
      <w:bCs/>
      <w:sz w:val="24"/>
      <w:szCs w:val="26"/>
      <w:lang w:bidi="en-US"/>
    </w:rPr>
  </w:style>
  <w:style w:type="character" w:customStyle="1" w:styleId="Heading3Char">
    <w:name w:val="Heading 3 Char"/>
    <w:link w:val="Heading3"/>
    <w:uiPriority w:val="9"/>
    <w:rsid w:val="00303BEB"/>
    <w:rPr>
      <w:rFonts w:ascii="Arial" w:hAnsi="Arial"/>
      <w:b/>
      <w:bCs/>
      <w:sz w:val="24"/>
      <w:szCs w:val="22"/>
      <w:lang w:bidi="en-US"/>
    </w:rPr>
  </w:style>
  <w:style w:type="character" w:customStyle="1" w:styleId="Heading4Char">
    <w:name w:val="Heading 4 Char"/>
    <w:link w:val="Heading4"/>
    <w:uiPriority w:val="9"/>
    <w:semiHidden/>
    <w:rsid w:val="006371DA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semiHidden/>
    <w:rsid w:val="006371DA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semiHidden/>
    <w:rsid w:val="006371DA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6371DA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6371DA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6371DA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Caption">
    <w:name w:val="caption"/>
    <w:basedOn w:val="Normal"/>
    <w:next w:val="Normal"/>
    <w:uiPriority w:val="35"/>
    <w:qFormat/>
    <w:rsid w:val="006371DA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6371DA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TitleChar">
    <w:name w:val="Title Char"/>
    <w:link w:val="Title"/>
    <w:rsid w:val="006371DA"/>
    <w:rPr>
      <w:rFonts w:ascii="Cambria" w:eastAsia="Times New Roman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71DA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SubtitleChar">
    <w:name w:val="Subtitle Char"/>
    <w:link w:val="Subtitle"/>
    <w:uiPriority w:val="11"/>
    <w:rsid w:val="006371DA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6371DA"/>
    <w:rPr>
      <w:b/>
      <w:bCs/>
    </w:rPr>
  </w:style>
  <w:style w:type="character" w:styleId="Emphasis">
    <w:name w:val="Emphasis"/>
    <w:uiPriority w:val="20"/>
    <w:qFormat/>
    <w:rsid w:val="006371D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NoSpacing1">
    <w:name w:val="No Spacing1"/>
    <w:basedOn w:val="Normal"/>
    <w:uiPriority w:val="1"/>
    <w:qFormat/>
    <w:rsid w:val="006371DA"/>
    <w:pPr>
      <w:spacing w:after="0" w:line="240" w:lineRule="auto"/>
    </w:pPr>
  </w:style>
  <w:style w:type="paragraph" w:customStyle="1" w:styleId="ColorfulList-Accent11">
    <w:name w:val="Colorful List - Accent 11"/>
    <w:basedOn w:val="Normal"/>
    <w:uiPriority w:val="34"/>
    <w:qFormat/>
    <w:rsid w:val="006371DA"/>
    <w:pPr>
      <w:ind w:left="720"/>
      <w:contextualSpacing/>
    </w:p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6371DA"/>
    <w:pPr>
      <w:spacing w:before="200" w:after="0"/>
      <w:ind w:left="360" w:right="360"/>
    </w:pPr>
    <w:rPr>
      <w:i/>
      <w:iCs/>
    </w:rPr>
  </w:style>
  <w:style w:type="character" w:customStyle="1" w:styleId="ColorfulGrid-Accent1Char">
    <w:name w:val="Colorful Grid - Accent 1 Char"/>
    <w:link w:val="ColorfulGrid-Accent11"/>
    <w:uiPriority w:val="29"/>
    <w:rsid w:val="006371DA"/>
    <w:rPr>
      <w:i/>
      <w:iCs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6371D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LightShading-Accent2Char">
    <w:name w:val="Light Shading - Accent 2 Char"/>
    <w:link w:val="LightShading-Accent21"/>
    <w:uiPriority w:val="30"/>
    <w:rsid w:val="006371DA"/>
    <w:rPr>
      <w:b/>
      <w:bCs/>
      <w:i/>
      <w:iCs/>
    </w:rPr>
  </w:style>
  <w:style w:type="character" w:customStyle="1" w:styleId="SubtleEmphasis1">
    <w:name w:val="Subtle Emphasis1"/>
    <w:uiPriority w:val="19"/>
    <w:qFormat/>
    <w:rsid w:val="006371DA"/>
    <w:rPr>
      <w:i/>
      <w:iCs/>
    </w:rPr>
  </w:style>
  <w:style w:type="character" w:customStyle="1" w:styleId="IntenseEmphasis1">
    <w:name w:val="Intense Emphasis1"/>
    <w:uiPriority w:val="21"/>
    <w:qFormat/>
    <w:rsid w:val="006371DA"/>
    <w:rPr>
      <w:b/>
      <w:bCs/>
    </w:rPr>
  </w:style>
  <w:style w:type="character" w:customStyle="1" w:styleId="SubtleReference1">
    <w:name w:val="Subtle Reference1"/>
    <w:uiPriority w:val="31"/>
    <w:qFormat/>
    <w:rsid w:val="006371DA"/>
    <w:rPr>
      <w:smallCaps/>
    </w:rPr>
  </w:style>
  <w:style w:type="character" w:customStyle="1" w:styleId="IntenseReference1">
    <w:name w:val="Intense Reference1"/>
    <w:uiPriority w:val="32"/>
    <w:qFormat/>
    <w:rsid w:val="006371DA"/>
    <w:rPr>
      <w:smallCaps/>
      <w:spacing w:val="5"/>
      <w:u w:val="single"/>
    </w:rPr>
  </w:style>
  <w:style w:type="character" w:customStyle="1" w:styleId="BookTitle1">
    <w:name w:val="Book Title1"/>
    <w:uiPriority w:val="33"/>
    <w:qFormat/>
    <w:rsid w:val="006371DA"/>
    <w:rPr>
      <w:i/>
      <w:iCs/>
      <w:smallCaps/>
      <w:spacing w:val="5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286AB8"/>
    <w:pPr>
      <w:spacing w:after="0"/>
      <w:ind w:left="220"/>
    </w:pPr>
    <w:rPr>
      <w:rFonts w:asciiTheme="minorHAnsi" w:hAnsiTheme="minorHAnsi"/>
      <w:b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286AB8"/>
    <w:pPr>
      <w:spacing w:after="0"/>
      <w:ind w:left="440"/>
    </w:pPr>
    <w:rPr>
      <w:rFonts w:asciiTheme="minorHAnsi" w:hAnsiTheme="minorHAnsi"/>
    </w:rPr>
  </w:style>
  <w:style w:type="paragraph" w:customStyle="1" w:styleId="section11">
    <w:name w:val="section11"/>
    <w:basedOn w:val="Normal"/>
    <w:rsid w:val="00286AB8"/>
    <w:pPr>
      <w:spacing w:before="100" w:beforeAutospacing="1" w:after="100" w:afterAutospacing="1" w:line="240" w:lineRule="auto"/>
    </w:pPr>
    <w:rPr>
      <w:sz w:val="24"/>
      <w:szCs w:val="24"/>
      <w:lang w:bidi="ar-SA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86AB8"/>
    <w:pPr>
      <w:spacing w:after="0" w:line="240" w:lineRule="auto"/>
    </w:pPr>
    <w:rPr>
      <w:rFonts w:ascii="Consolas" w:eastAsia="Calibri" w:hAnsi="Consolas"/>
      <w:sz w:val="21"/>
      <w:szCs w:val="21"/>
      <w:lang w:bidi="ar-SA"/>
    </w:rPr>
  </w:style>
  <w:style w:type="character" w:customStyle="1" w:styleId="PlainTextChar">
    <w:name w:val="Plain Text Char"/>
    <w:link w:val="PlainText"/>
    <w:uiPriority w:val="99"/>
    <w:semiHidden/>
    <w:rsid w:val="00286AB8"/>
    <w:rPr>
      <w:rFonts w:ascii="Consolas" w:eastAsia="Calibri" w:hAnsi="Consolas"/>
      <w:sz w:val="21"/>
      <w:szCs w:val="21"/>
    </w:rPr>
  </w:style>
  <w:style w:type="character" w:customStyle="1" w:styleId="section1">
    <w:name w:val="section1"/>
    <w:basedOn w:val="DefaultParagraphFont"/>
    <w:rsid w:val="00C71BE3"/>
  </w:style>
  <w:style w:type="character" w:customStyle="1" w:styleId="style31">
    <w:name w:val="style31"/>
    <w:rsid w:val="00C71BE3"/>
    <w:rPr>
      <w:rFonts w:ascii="Verdana" w:hAnsi="Verdana" w:hint="default"/>
      <w:sz w:val="14"/>
      <w:szCs w:val="14"/>
    </w:rPr>
  </w:style>
  <w:style w:type="character" w:customStyle="1" w:styleId="style61">
    <w:name w:val="style61"/>
    <w:rsid w:val="00C71BE3"/>
    <w:rPr>
      <w:color w:val="FF0000"/>
    </w:rPr>
  </w:style>
  <w:style w:type="paragraph" w:customStyle="1" w:styleId="style1">
    <w:name w:val="style1"/>
    <w:basedOn w:val="Normal"/>
    <w:rsid w:val="00C71BE3"/>
    <w:pPr>
      <w:spacing w:before="100" w:beforeAutospacing="1" w:after="100" w:afterAutospacing="1" w:line="240" w:lineRule="auto"/>
    </w:pPr>
    <w:rPr>
      <w:rFonts w:ascii="Verdana" w:hAnsi="Verdana"/>
      <w:sz w:val="24"/>
      <w:szCs w:val="24"/>
      <w:lang w:bidi="ar-SA"/>
    </w:rPr>
  </w:style>
  <w:style w:type="paragraph" w:customStyle="1" w:styleId="style3">
    <w:name w:val="style3"/>
    <w:basedOn w:val="Normal"/>
    <w:rsid w:val="00C71BE3"/>
    <w:pPr>
      <w:spacing w:before="100" w:beforeAutospacing="1" w:after="100" w:afterAutospacing="1" w:line="240" w:lineRule="auto"/>
    </w:pPr>
    <w:rPr>
      <w:rFonts w:ascii="Verdana" w:hAnsi="Verdana"/>
      <w:sz w:val="14"/>
      <w:szCs w:val="14"/>
      <w:lang w:bidi="ar-SA"/>
    </w:rPr>
  </w:style>
  <w:style w:type="character" w:customStyle="1" w:styleId="style51">
    <w:name w:val="style51"/>
    <w:rsid w:val="00C71BE3"/>
    <w:rPr>
      <w:sz w:val="14"/>
      <w:szCs w:val="14"/>
    </w:rPr>
  </w:style>
  <w:style w:type="paragraph" w:styleId="BalloonText">
    <w:name w:val="Balloon Text"/>
    <w:basedOn w:val="Normal"/>
    <w:semiHidden/>
    <w:rsid w:val="001305B3"/>
    <w:rPr>
      <w:rFonts w:ascii="Tahoma" w:hAnsi="Tahoma" w:cs="Tahoma"/>
      <w:sz w:val="16"/>
      <w:szCs w:val="16"/>
    </w:rPr>
  </w:style>
  <w:style w:type="character" w:styleId="FollowedHyperlink">
    <w:name w:val="FollowedHyperlink"/>
    <w:uiPriority w:val="99"/>
    <w:semiHidden/>
    <w:unhideWhenUsed/>
    <w:rsid w:val="003B27AC"/>
    <w:rPr>
      <w:color w:val="800080"/>
      <w:u w:val="single"/>
    </w:rPr>
  </w:style>
  <w:style w:type="table" w:styleId="TableGrid">
    <w:name w:val="Table Grid"/>
    <w:basedOn w:val="TableNormal"/>
    <w:rsid w:val="00BE2B8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AC1232"/>
    <w:pPr>
      <w:spacing w:after="0" w:line="240" w:lineRule="auto"/>
      <w:ind w:left="360"/>
    </w:pPr>
    <w:rPr>
      <w:sz w:val="24"/>
      <w:szCs w:val="20"/>
      <w:lang w:bidi="ar-SA"/>
    </w:rPr>
  </w:style>
  <w:style w:type="character" w:customStyle="1" w:styleId="BodyTextIndentChar">
    <w:name w:val="Body Text Indent Char"/>
    <w:link w:val="BodyTextIndent"/>
    <w:rsid w:val="00AC1232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A459FC"/>
  </w:style>
  <w:style w:type="paragraph" w:styleId="TOCHeading">
    <w:name w:val="TOC Heading"/>
    <w:basedOn w:val="Heading1"/>
    <w:next w:val="Normal"/>
    <w:uiPriority w:val="39"/>
    <w:unhideWhenUsed/>
    <w:qFormat/>
    <w:rsid w:val="001668EF"/>
    <w:pPr>
      <w:keepNext/>
      <w:keepLines/>
      <w:contextualSpacing w:val="0"/>
      <w:outlineLvl w:val="9"/>
    </w:pPr>
    <w:rPr>
      <w:rFonts w:ascii="Calibri" w:eastAsia="ＭＳ ゴシック" w:hAnsi="Calibri"/>
      <w:color w:val="365F91"/>
      <w:lang w:bidi="ar-SA"/>
    </w:rPr>
  </w:style>
  <w:style w:type="paragraph" w:styleId="TOC4">
    <w:name w:val="toc 4"/>
    <w:basedOn w:val="Normal"/>
    <w:next w:val="Normal"/>
    <w:autoRedefine/>
    <w:rsid w:val="001668E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rsid w:val="001668E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rsid w:val="001668E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rsid w:val="001668E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rsid w:val="001668E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rsid w:val="001668E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ListParagraph">
    <w:name w:val="List Paragraph"/>
    <w:basedOn w:val="Normal"/>
    <w:uiPriority w:val="34"/>
    <w:qFormat/>
    <w:rsid w:val="00B843BC"/>
    <w:pPr>
      <w:spacing w:after="0" w:line="240" w:lineRule="auto"/>
      <w:ind w:left="720"/>
      <w:contextualSpacing/>
    </w:pPr>
    <w:rPr>
      <w:rFonts w:ascii="Cambria" w:eastAsia="ＭＳ 明朝" w:hAnsi="Cambria"/>
      <w:sz w:val="24"/>
      <w:szCs w:val="24"/>
      <w:lang w:bidi="ar-SA"/>
    </w:rPr>
  </w:style>
  <w:style w:type="paragraph" w:customStyle="1" w:styleId="normal0">
    <w:name w:val="normal"/>
    <w:rsid w:val="00DB1940"/>
    <w:rPr>
      <w:rFonts w:ascii="Times New Roman" w:hAnsi="Times New Roman"/>
      <w:color w:val="000000"/>
      <w:szCs w:val="24"/>
      <w:lang w:eastAsia="ja-JP"/>
    </w:rPr>
  </w:style>
  <w:style w:type="paragraph" w:styleId="TableofFigures">
    <w:name w:val="table of figures"/>
    <w:basedOn w:val="Normal"/>
    <w:next w:val="Normal"/>
    <w:uiPriority w:val="99"/>
    <w:rsid w:val="002563C2"/>
    <w:pPr>
      <w:ind w:left="440" w:hanging="440"/>
    </w:pPr>
  </w:style>
  <w:style w:type="character" w:styleId="PlaceholderText">
    <w:name w:val="Placeholder Text"/>
    <w:basedOn w:val="DefaultParagraphFont"/>
    <w:rsid w:val="00F56187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uiPriority="35" w:qFormat="1"/>
    <w:lsdException w:name="table of figures" w:uiPriority="99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uiPriority="34" w:qFormat="1"/>
    <w:lsdException w:name="Quote" w:qFormat="1"/>
    <w:lsdException w:name="Intense Quote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1D4B"/>
    <w:pPr>
      <w:spacing w:after="200" w:line="276" w:lineRule="auto"/>
    </w:pPr>
    <w:rPr>
      <w:rFonts w:ascii="Times New Roman" w:hAnsi="Times New Roman"/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3BEB"/>
    <w:pPr>
      <w:spacing w:before="480" w:after="0"/>
      <w:contextualSpacing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86AB8"/>
    <w:pPr>
      <w:spacing w:after="0"/>
      <w:outlineLvl w:val="1"/>
    </w:pPr>
    <w:rPr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303BEB"/>
    <w:pPr>
      <w:spacing w:after="0" w:line="271" w:lineRule="auto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6371DA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6371DA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qFormat/>
    <w:rsid w:val="006371DA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qFormat/>
    <w:rsid w:val="006371DA"/>
    <w:pPr>
      <w:spacing w:after="0"/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qFormat/>
    <w:rsid w:val="006371DA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6371DA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03BEB"/>
    <w:rPr>
      <w:rFonts w:ascii="Arial" w:hAnsi="Arial"/>
      <w:b/>
      <w:bCs/>
      <w:sz w:val="28"/>
      <w:szCs w:val="28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637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371DA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6371D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371DA"/>
    <w:rPr>
      <w:sz w:val="22"/>
    </w:rPr>
  </w:style>
  <w:style w:type="paragraph" w:customStyle="1" w:styleId="TOCHeading1">
    <w:name w:val="TOC Heading1"/>
    <w:basedOn w:val="Heading1"/>
    <w:next w:val="Normal"/>
    <w:uiPriority w:val="39"/>
    <w:qFormat/>
    <w:rsid w:val="006371DA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286AB8"/>
    <w:pPr>
      <w:spacing w:before="120" w:after="0"/>
    </w:pPr>
    <w:rPr>
      <w:rFonts w:asciiTheme="minorHAnsi" w:hAnsiTheme="minorHAnsi"/>
      <w:b/>
      <w:sz w:val="24"/>
      <w:szCs w:val="24"/>
    </w:rPr>
  </w:style>
  <w:style w:type="character" w:styleId="Hyperlink">
    <w:name w:val="Hyperlink"/>
    <w:uiPriority w:val="99"/>
    <w:unhideWhenUsed/>
    <w:rsid w:val="006371DA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rsid w:val="00286AB8"/>
    <w:rPr>
      <w:rFonts w:ascii="Arial" w:hAnsi="Arial"/>
      <w:b/>
      <w:bCs/>
      <w:sz w:val="24"/>
      <w:szCs w:val="26"/>
      <w:lang w:bidi="en-US"/>
    </w:rPr>
  </w:style>
  <w:style w:type="character" w:customStyle="1" w:styleId="Heading3Char">
    <w:name w:val="Heading 3 Char"/>
    <w:link w:val="Heading3"/>
    <w:uiPriority w:val="9"/>
    <w:rsid w:val="00303BEB"/>
    <w:rPr>
      <w:rFonts w:ascii="Arial" w:hAnsi="Arial"/>
      <w:b/>
      <w:bCs/>
      <w:sz w:val="24"/>
      <w:szCs w:val="22"/>
      <w:lang w:bidi="en-US"/>
    </w:rPr>
  </w:style>
  <w:style w:type="character" w:customStyle="1" w:styleId="Heading4Char">
    <w:name w:val="Heading 4 Char"/>
    <w:link w:val="Heading4"/>
    <w:uiPriority w:val="9"/>
    <w:semiHidden/>
    <w:rsid w:val="006371DA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semiHidden/>
    <w:rsid w:val="006371DA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semiHidden/>
    <w:rsid w:val="006371DA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6371DA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6371DA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6371DA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Caption">
    <w:name w:val="caption"/>
    <w:basedOn w:val="Normal"/>
    <w:next w:val="Normal"/>
    <w:uiPriority w:val="35"/>
    <w:qFormat/>
    <w:rsid w:val="006371DA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6371DA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TitleChar">
    <w:name w:val="Title Char"/>
    <w:link w:val="Title"/>
    <w:rsid w:val="006371DA"/>
    <w:rPr>
      <w:rFonts w:ascii="Cambria" w:eastAsia="Times New Roman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71DA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SubtitleChar">
    <w:name w:val="Subtitle Char"/>
    <w:link w:val="Subtitle"/>
    <w:uiPriority w:val="11"/>
    <w:rsid w:val="006371DA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6371DA"/>
    <w:rPr>
      <w:b/>
      <w:bCs/>
    </w:rPr>
  </w:style>
  <w:style w:type="character" w:styleId="Emphasis">
    <w:name w:val="Emphasis"/>
    <w:uiPriority w:val="20"/>
    <w:qFormat/>
    <w:rsid w:val="006371D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NoSpacing1">
    <w:name w:val="No Spacing1"/>
    <w:basedOn w:val="Normal"/>
    <w:uiPriority w:val="1"/>
    <w:qFormat/>
    <w:rsid w:val="006371DA"/>
    <w:pPr>
      <w:spacing w:after="0" w:line="240" w:lineRule="auto"/>
    </w:pPr>
  </w:style>
  <w:style w:type="paragraph" w:customStyle="1" w:styleId="ColorfulList-Accent11">
    <w:name w:val="Colorful List - Accent 11"/>
    <w:basedOn w:val="Normal"/>
    <w:uiPriority w:val="34"/>
    <w:qFormat/>
    <w:rsid w:val="006371DA"/>
    <w:pPr>
      <w:ind w:left="720"/>
      <w:contextualSpacing/>
    </w:p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6371DA"/>
    <w:pPr>
      <w:spacing w:before="200" w:after="0"/>
      <w:ind w:left="360" w:right="360"/>
    </w:pPr>
    <w:rPr>
      <w:i/>
      <w:iCs/>
    </w:rPr>
  </w:style>
  <w:style w:type="character" w:customStyle="1" w:styleId="ColorfulGrid-Accent1Char">
    <w:name w:val="Colorful Grid - Accent 1 Char"/>
    <w:link w:val="ColorfulGrid-Accent11"/>
    <w:uiPriority w:val="29"/>
    <w:rsid w:val="006371DA"/>
    <w:rPr>
      <w:i/>
      <w:iCs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6371D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LightShading-Accent2Char">
    <w:name w:val="Light Shading - Accent 2 Char"/>
    <w:link w:val="LightShading-Accent21"/>
    <w:uiPriority w:val="30"/>
    <w:rsid w:val="006371DA"/>
    <w:rPr>
      <w:b/>
      <w:bCs/>
      <w:i/>
      <w:iCs/>
    </w:rPr>
  </w:style>
  <w:style w:type="character" w:customStyle="1" w:styleId="SubtleEmphasis1">
    <w:name w:val="Subtle Emphasis1"/>
    <w:uiPriority w:val="19"/>
    <w:qFormat/>
    <w:rsid w:val="006371DA"/>
    <w:rPr>
      <w:i/>
      <w:iCs/>
    </w:rPr>
  </w:style>
  <w:style w:type="character" w:customStyle="1" w:styleId="IntenseEmphasis1">
    <w:name w:val="Intense Emphasis1"/>
    <w:uiPriority w:val="21"/>
    <w:qFormat/>
    <w:rsid w:val="006371DA"/>
    <w:rPr>
      <w:b/>
      <w:bCs/>
    </w:rPr>
  </w:style>
  <w:style w:type="character" w:customStyle="1" w:styleId="SubtleReference1">
    <w:name w:val="Subtle Reference1"/>
    <w:uiPriority w:val="31"/>
    <w:qFormat/>
    <w:rsid w:val="006371DA"/>
    <w:rPr>
      <w:smallCaps/>
    </w:rPr>
  </w:style>
  <w:style w:type="character" w:customStyle="1" w:styleId="IntenseReference1">
    <w:name w:val="Intense Reference1"/>
    <w:uiPriority w:val="32"/>
    <w:qFormat/>
    <w:rsid w:val="006371DA"/>
    <w:rPr>
      <w:smallCaps/>
      <w:spacing w:val="5"/>
      <w:u w:val="single"/>
    </w:rPr>
  </w:style>
  <w:style w:type="character" w:customStyle="1" w:styleId="BookTitle1">
    <w:name w:val="Book Title1"/>
    <w:uiPriority w:val="33"/>
    <w:qFormat/>
    <w:rsid w:val="006371DA"/>
    <w:rPr>
      <w:i/>
      <w:iCs/>
      <w:smallCaps/>
      <w:spacing w:val="5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286AB8"/>
    <w:pPr>
      <w:spacing w:after="0"/>
      <w:ind w:left="220"/>
    </w:pPr>
    <w:rPr>
      <w:rFonts w:asciiTheme="minorHAnsi" w:hAnsiTheme="minorHAnsi"/>
      <w:b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286AB8"/>
    <w:pPr>
      <w:spacing w:after="0"/>
      <w:ind w:left="440"/>
    </w:pPr>
    <w:rPr>
      <w:rFonts w:asciiTheme="minorHAnsi" w:hAnsiTheme="minorHAnsi"/>
    </w:rPr>
  </w:style>
  <w:style w:type="paragraph" w:customStyle="1" w:styleId="section11">
    <w:name w:val="section11"/>
    <w:basedOn w:val="Normal"/>
    <w:rsid w:val="00286AB8"/>
    <w:pPr>
      <w:spacing w:before="100" w:beforeAutospacing="1" w:after="100" w:afterAutospacing="1" w:line="240" w:lineRule="auto"/>
    </w:pPr>
    <w:rPr>
      <w:sz w:val="24"/>
      <w:szCs w:val="24"/>
      <w:lang w:bidi="ar-SA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86AB8"/>
    <w:pPr>
      <w:spacing w:after="0" w:line="240" w:lineRule="auto"/>
    </w:pPr>
    <w:rPr>
      <w:rFonts w:ascii="Consolas" w:eastAsia="Calibri" w:hAnsi="Consolas"/>
      <w:sz w:val="21"/>
      <w:szCs w:val="21"/>
      <w:lang w:bidi="ar-SA"/>
    </w:rPr>
  </w:style>
  <w:style w:type="character" w:customStyle="1" w:styleId="PlainTextChar">
    <w:name w:val="Plain Text Char"/>
    <w:link w:val="PlainText"/>
    <w:uiPriority w:val="99"/>
    <w:semiHidden/>
    <w:rsid w:val="00286AB8"/>
    <w:rPr>
      <w:rFonts w:ascii="Consolas" w:eastAsia="Calibri" w:hAnsi="Consolas"/>
      <w:sz w:val="21"/>
      <w:szCs w:val="21"/>
    </w:rPr>
  </w:style>
  <w:style w:type="character" w:customStyle="1" w:styleId="section1">
    <w:name w:val="section1"/>
    <w:basedOn w:val="DefaultParagraphFont"/>
    <w:rsid w:val="00C71BE3"/>
  </w:style>
  <w:style w:type="character" w:customStyle="1" w:styleId="style31">
    <w:name w:val="style31"/>
    <w:rsid w:val="00C71BE3"/>
    <w:rPr>
      <w:rFonts w:ascii="Verdana" w:hAnsi="Verdana" w:hint="default"/>
      <w:sz w:val="14"/>
      <w:szCs w:val="14"/>
    </w:rPr>
  </w:style>
  <w:style w:type="character" w:customStyle="1" w:styleId="style61">
    <w:name w:val="style61"/>
    <w:rsid w:val="00C71BE3"/>
    <w:rPr>
      <w:color w:val="FF0000"/>
    </w:rPr>
  </w:style>
  <w:style w:type="paragraph" w:customStyle="1" w:styleId="style1">
    <w:name w:val="style1"/>
    <w:basedOn w:val="Normal"/>
    <w:rsid w:val="00C71BE3"/>
    <w:pPr>
      <w:spacing w:before="100" w:beforeAutospacing="1" w:after="100" w:afterAutospacing="1" w:line="240" w:lineRule="auto"/>
    </w:pPr>
    <w:rPr>
      <w:rFonts w:ascii="Verdana" w:hAnsi="Verdana"/>
      <w:sz w:val="24"/>
      <w:szCs w:val="24"/>
      <w:lang w:bidi="ar-SA"/>
    </w:rPr>
  </w:style>
  <w:style w:type="paragraph" w:customStyle="1" w:styleId="style3">
    <w:name w:val="style3"/>
    <w:basedOn w:val="Normal"/>
    <w:rsid w:val="00C71BE3"/>
    <w:pPr>
      <w:spacing w:before="100" w:beforeAutospacing="1" w:after="100" w:afterAutospacing="1" w:line="240" w:lineRule="auto"/>
    </w:pPr>
    <w:rPr>
      <w:rFonts w:ascii="Verdana" w:hAnsi="Verdana"/>
      <w:sz w:val="14"/>
      <w:szCs w:val="14"/>
      <w:lang w:bidi="ar-SA"/>
    </w:rPr>
  </w:style>
  <w:style w:type="character" w:customStyle="1" w:styleId="style51">
    <w:name w:val="style51"/>
    <w:rsid w:val="00C71BE3"/>
    <w:rPr>
      <w:sz w:val="14"/>
      <w:szCs w:val="14"/>
    </w:rPr>
  </w:style>
  <w:style w:type="paragraph" w:styleId="BalloonText">
    <w:name w:val="Balloon Text"/>
    <w:basedOn w:val="Normal"/>
    <w:semiHidden/>
    <w:rsid w:val="001305B3"/>
    <w:rPr>
      <w:rFonts w:ascii="Tahoma" w:hAnsi="Tahoma" w:cs="Tahoma"/>
      <w:sz w:val="16"/>
      <w:szCs w:val="16"/>
    </w:rPr>
  </w:style>
  <w:style w:type="character" w:styleId="FollowedHyperlink">
    <w:name w:val="FollowedHyperlink"/>
    <w:uiPriority w:val="99"/>
    <w:semiHidden/>
    <w:unhideWhenUsed/>
    <w:rsid w:val="003B27AC"/>
    <w:rPr>
      <w:color w:val="800080"/>
      <w:u w:val="single"/>
    </w:rPr>
  </w:style>
  <w:style w:type="table" w:styleId="TableGrid">
    <w:name w:val="Table Grid"/>
    <w:basedOn w:val="TableNormal"/>
    <w:rsid w:val="00BE2B8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AC1232"/>
    <w:pPr>
      <w:spacing w:after="0" w:line="240" w:lineRule="auto"/>
      <w:ind w:left="360"/>
    </w:pPr>
    <w:rPr>
      <w:sz w:val="24"/>
      <w:szCs w:val="20"/>
      <w:lang w:bidi="ar-SA"/>
    </w:rPr>
  </w:style>
  <w:style w:type="character" w:customStyle="1" w:styleId="BodyTextIndentChar">
    <w:name w:val="Body Text Indent Char"/>
    <w:link w:val="BodyTextIndent"/>
    <w:rsid w:val="00AC1232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A459FC"/>
  </w:style>
  <w:style w:type="paragraph" w:styleId="TOCHeading">
    <w:name w:val="TOC Heading"/>
    <w:basedOn w:val="Heading1"/>
    <w:next w:val="Normal"/>
    <w:uiPriority w:val="39"/>
    <w:unhideWhenUsed/>
    <w:qFormat/>
    <w:rsid w:val="001668EF"/>
    <w:pPr>
      <w:keepNext/>
      <w:keepLines/>
      <w:contextualSpacing w:val="0"/>
      <w:outlineLvl w:val="9"/>
    </w:pPr>
    <w:rPr>
      <w:rFonts w:ascii="Calibri" w:eastAsia="ＭＳ ゴシック" w:hAnsi="Calibri"/>
      <w:color w:val="365F91"/>
      <w:lang w:bidi="ar-SA"/>
    </w:rPr>
  </w:style>
  <w:style w:type="paragraph" w:styleId="TOC4">
    <w:name w:val="toc 4"/>
    <w:basedOn w:val="Normal"/>
    <w:next w:val="Normal"/>
    <w:autoRedefine/>
    <w:rsid w:val="001668E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rsid w:val="001668E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rsid w:val="001668E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rsid w:val="001668E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rsid w:val="001668E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rsid w:val="001668E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ListParagraph">
    <w:name w:val="List Paragraph"/>
    <w:basedOn w:val="Normal"/>
    <w:uiPriority w:val="34"/>
    <w:qFormat/>
    <w:rsid w:val="00B843BC"/>
    <w:pPr>
      <w:spacing w:after="0" w:line="240" w:lineRule="auto"/>
      <w:ind w:left="720"/>
      <w:contextualSpacing/>
    </w:pPr>
    <w:rPr>
      <w:rFonts w:ascii="Cambria" w:eastAsia="ＭＳ 明朝" w:hAnsi="Cambria"/>
      <w:sz w:val="24"/>
      <w:szCs w:val="24"/>
      <w:lang w:bidi="ar-SA"/>
    </w:rPr>
  </w:style>
  <w:style w:type="paragraph" w:customStyle="1" w:styleId="normal0">
    <w:name w:val="normal"/>
    <w:rsid w:val="00DB1940"/>
    <w:rPr>
      <w:rFonts w:ascii="Times New Roman" w:hAnsi="Times New Roman"/>
      <w:color w:val="000000"/>
      <w:szCs w:val="24"/>
      <w:lang w:eastAsia="ja-JP"/>
    </w:rPr>
  </w:style>
  <w:style w:type="paragraph" w:styleId="TableofFigures">
    <w:name w:val="table of figures"/>
    <w:basedOn w:val="Normal"/>
    <w:next w:val="Normal"/>
    <w:uiPriority w:val="99"/>
    <w:rsid w:val="002563C2"/>
    <w:pPr>
      <w:ind w:left="440" w:hanging="440"/>
    </w:pPr>
  </w:style>
  <w:style w:type="character" w:styleId="PlaceholderText">
    <w:name w:val="Placeholder Text"/>
    <w:basedOn w:val="DefaultParagraphFont"/>
    <w:rsid w:val="00F5618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2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3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:Users:salpteki:Downloads:SeniorProjectTemplate%2001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86CE4023-B92A-0746-9258-9B5F4F71C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SeniorProjectTemplate 01 (1).dotx</Template>
  <TotalTime>140</TotalTime>
  <Pages>1</Pages>
  <Words>74</Words>
  <Characters>426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Guidelines for Preparing Master’s Theses</vt:lpstr>
    </vt:vector>
  </TitlesOfParts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Guidelines for Preparing Master’s Theses</dc:title>
  <dc:subject/>
  <dc:creator>Cal Poly FWP</dc:creator>
  <cp:keywords/>
  <dc:description/>
  <cp:lastModifiedBy>Annamarie Kepple</cp:lastModifiedBy>
  <cp:revision>29</cp:revision>
  <cp:lastPrinted>2013-03-06T02:26:00Z</cp:lastPrinted>
  <dcterms:created xsi:type="dcterms:W3CDTF">2013-03-19T16:18:00Z</dcterms:created>
  <dcterms:modified xsi:type="dcterms:W3CDTF">2013-03-20T01:05:00Z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485293309</vt:i4>
  </property>
  <property fmtid="{D5CDD505-2E9C-101B-9397-08002B2CF9AE}" pid="4" name="_EmailSubject">
    <vt:lpwstr>Documents for Web Update</vt:lpwstr>
  </property>
  <property fmtid="{D5CDD505-2E9C-101B-9397-08002B2CF9AE}" pid="5" name="_AuthorEmail">
    <vt:lpwstr>bpowell@calpoly.edu</vt:lpwstr>
  </property>
  <property fmtid="{D5CDD505-2E9C-101B-9397-08002B2CF9AE}" pid="6" name="_AuthorEmailDisplayName">
    <vt:lpwstr>Becky Powell</vt:lpwstr>
  </property>
  <property fmtid="{D5CDD505-2E9C-101B-9397-08002B2CF9AE}" pid="7" name="_ReviewingToolsShownOnce">
    <vt:lpwstr/>
  </property>
</Properties>
</file>